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32DC9" w14:textId="77777777" w:rsidR="004D36D7" w:rsidRPr="00FD4A68" w:rsidRDefault="006B7F94" w:rsidP="00B47940">
      <w:pPr>
        <w:pStyle w:val="Title"/>
        <w:rPr>
          <w:rStyle w:val="LabTitleInstVersred"/>
          <w:b/>
          <w:color w:val="auto"/>
        </w:rPr>
      </w:pPr>
      <w:sdt>
        <w:sdtPr>
          <w:rPr>
            <w:b w:val="0"/>
            <w:color w:val="EE0000"/>
          </w:rPr>
          <w:alias w:val="Title"/>
          <w:tag w:val=""/>
          <w:id w:val="-487021785"/>
          <w:placeholder>
            <w:docPart w:val="78E32F843D3F456781AE71EABCE7D5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D29B7">
            <w:t>Lab - Windows Task Manager</w:t>
          </w:r>
        </w:sdtContent>
      </w:sdt>
      <w:r w:rsidR="004D36D7" w:rsidRPr="00FD4A68">
        <w:t xml:space="preserve"> </w:t>
      </w:r>
      <w:r w:rsidR="00D84BDA" w:rsidRPr="00FD4A68">
        <w:rPr>
          <w:rStyle w:val="LabTitleInstVersred"/>
        </w:rPr>
        <w:t>(Instructor Version)</w:t>
      </w:r>
    </w:p>
    <w:p w14:paraId="5A4032FD"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BF0EBE0" w14:textId="258EFCD2" w:rsidR="00D778DF" w:rsidRPr="00E70096" w:rsidRDefault="00796286" w:rsidP="00D452F4">
      <w:pPr>
        <w:pStyle w:val="Heading1"/>
      </w:pPr>
      <w:r>
        <w:t>Objectives</w:t>
      </w:r>
    </w:p>
    <w:p w14:paraId="1495D3A8" w14:textId="77777777" w:rsidR="00BD29B7" w:rsidRDefault="00BD29B7" w:rsidP="00BD29B7">
      <w:pPr>
        <w:pStyle w:val="BodyTextL25"/>
      </w:pPr>
      <w:r w:rsidRPr="00FB7650">
        <w:t>In this lab, you will explore Task Manager and manage processes from within Task Manager.</w:t>
      </w:r>
    </w:p>
    <w:p w14:paraId="52E5A16E" w14:textId="77777777" w:rsidR="00BD29B7" w:rsidRDefault="00BD29B7" w:rsidP="00BD29B7">
      <w:pPr>
        <w:pStyle w:val="BodyTextL25Bold"/>
      </w:pPr>
      <w:r>
        <w:t>Part 1: Working in the Processes tab</w:t>
      </w:r>
    </w:p>
    <w:p w14:paraId="4E6EEB27" w14:textId="77777777" w:rsidR="00BD29B7" w:rsidRDefault="00BD29B7" w:rsidP="00BD29B7">
      <w:pPr>
        <w:pStyle w:val="BodyTextL25Bold"/>
      </w:pPr>
      <w:r>
        <w:t>Part 2: Working in the Services tab</w:t>
      </w:r>
    </w:p>
    <w:p w14:paraId="10400A1E" w14:textId="77777777" w:rsidR="00BD29B7" w:rsidRPr="00C6134C" w:rsidRDefault="00BD29B7" w:rsidP="00BD29B7">
      <w:pPr>
        <w:pStyle w:val="BodyTextL25Bold"/>
      </w:pPr>
      <w:r>
        <w:t>Part 3: Working in the Performance tab</w:t>
      </w:r>
    </w:p>
    <w:p w14:paraId="03D0D74D" w14:textId="77777777" w:rsidR="00D778DF" w:rsidRDefault="00D778DF" w:rsidP="00D452F4">
      <w:pPr>
        <w:pStyle w:val="Heading1"/>
      </w:pPr>
      <w:r w:rsidRPr="00E70096">
        <w:t>Background / Scenario</w:t>
      </w:r>
    </w:p>
    <w:p w14:paraId="7DE05380" w14:textId="77777777" w:rsidR="00BD29B7" w:rsidRPr="00C62B12" w:rsidRDefault="00BD29B7" w:rsidP="00C62B12">
      <w:pPr>
        <w:pStyle w:val="BodyTextL25"/>
      </w:pPr>
      <w:r w:rsidRPr="00C62B12">
        <w:t>The Task Manager is a system monitor program that provides information about the processes and programs running on a computer. It also allows the termination of processes and programs and modification of process priority.</w:t>
      </w:r>
    </w:p>
    <w:p w14:paraId="21F04DFD" w14:textId="77777777" w:rsidR="00D778DF" w:rsidRPr="00E70096" w:rsidRDefault="00D778DF" w:rsidP="00D452F4">
      <w:pPr>
        <w:pStyle w:val="Heading1"/>
      </w:pPr>
      <w:r w:rsidRPr="00E70096">
        <w:t>Required Resources</w:t>
      </w:r>
    </w:p>
    <w:p w14:paraId="475E4807" w14:textId="0E8E9D4A" w:rsidR="00BD29B7" w:rsidRPr="00FB7650" w:rsidRDefault="00BD29B7" w:rsidP="00BD29B7">
      <w:pPr>
        <w:pStyle w:val="Bulletlevel1"/>
        <w:spacing w:before="60" w:after="60" w:line="276" w:lineRule="auto"/>
      </w:pPr>
      <w:r>
        <w:t>A Windows PC with internet access</w:t>
      </w:r>
    </w:p>
    <w:p w14:paraId="368AA135" w14:textId="77777777" w:rsidR="00125806" w:rsidRDefault="00125806" w:rsidP="00D452F4">
      <w:pPr>
        <w:pStyle w:val="Heading1"/>
      </w:pPr>
      <w:r>
        <w:t>Instructions</w:t>
      </w:r>
    </w:p>
    <w:p w14:paraId="7AB21A55" w14:textId="77777777" w:rsidR="00BD29B7" w:rsidRDefault="00BD29B7" w:rsidP="00BD29B7">
      <w:pPr>
        <w:pStyle w:val="Heading2"/>
      </w:pPr>
      <w:r>
        <w:t>Working in the Processes tab</w:t>
      </w:r>
    </w:p>
    <w:p w14:paraId="1DA919E1" w14:textId="77777777" w:rsidR="00BD29B7" w:rsidRDefault="00BD29B7" w:rsidP="00615C28">
      <w:pPr>
        <w:pStyle w:val="SubStepAlpha"/>
      </w:pPr>
      <w:r>
        <w:t>Open a command prompt and a web browser.</w:t>
      </w:r>
    </w:p>
    <w:p w14:paraId="7B528EE6" w14:textId="77777777" w:rsidR="00BD29B7" w:rsidRPr="00FB7650" w:rsidRDefault="00BD29B7" w:rsidP="00BD29B7">
      <w:pPr>
        <w:pStyle w:val="BodyTextL50"/>
      </w:pPr>
      <w:r w:rsidRPr="005F5926">
        <w:t xml:space="preserve">Microsoft Edge </w:t>
      </w:r>
      <w:r>
        <w:t>is used in this lab; h</w:t>
      </w:r>
      <w:r w:rsidRPr="00FB7650">
        <w:t xml:space="preserve">owever, any </w:t>
      </w:r>
      <w:r>
        <w:t xml:space="preserve">web </w:t>
      </w:r>
      <w:r w:rsidRPr="00FB7650">
        <w:t>browser will work. Just substitute your browser name whenever you see</w:t>
      </w:r>
      <w:r w:rsidRPr="005F5926">
        <w:t xml:space="preserve"> Microsoft Edge</w:t>
      </w:r>
      <w:r w:rsidRPr="00FB7650">
        <w:t>.</w:t>
      </w:r>
    </w:p>
    <w:p w14:paraId="2940F64E" w14:textId="77777777" w:rsidR="00BD29B7" w:rsidRDefault="00BD29B7" w:rsidP="00615C28">
      <w:pPr>
        <w:pStyle w:val="SubStepAlpha"/>
      </w:pPr>
      <w:r>
        <w:t xml:space="preserve">Right-click the Task bar to open </w:t>
      </w:r>
      <w:r w:rsidRPr="000060AC">
        <w:rPr>
          <w:b/>
        </w:rPr>
        <w:t>Task Manager</w:t>
      </w:r>
      <w:r>
        <w:t xml:space="preserve">. Another way to open the Task Manager is to press </w:t>
      </w:r>
      <w:r w:rsidRPr="000060AC">
        <w:rPr>
          <w:b/>
        </w:rPr>
        <w:t>Ct</w:t>
      </w:r>
      <w:r>
        <w:rPr>
          <w:b/>
        </w:rPr>
        <w:t>r</w:t>
      </w:r>
      <w:r w:rsidRPr="000060AC">
        <w:rPr>
          <w:b/>
        </w:rPr>
        <w:t>l-Alt-Del</w:t>
      </w:r>
      <w:r>
        <w:rPr>
          <w:b/>
        </w:rPr>
        <w:t>ete</w:t>
      </w:r>
      <w:r>
        <w:t xml:space="preserve"> to access the Windows Security screen and select </w:t>
      </w:r>
      <w:r w:rsidRPr="000060AC">
        <w:rPr>
          <w:b/>
        </w:rPr>
        <w:t>Task Manager</w:t>
      </w:r>
      <w:r>
        <w:t>.</w:t>
      </w:r>
    </w:p>
    <w:p w14:paraId="3C35E5C7" w14:textId="77777777" w:rsidR="00BD29B7" w:rsidRDefault="00BD29B7" w:rsidP="00615C28">
      <w:pPr>
        <w:pStyle w:val="SubStepAlpha"/>
      </w:pPr>
      <w:r>
        <w:t xml:space="preserve">Click </w:t>
      </w:r>
      <w:r>
        <w:rPr>
          <w:b/>
        </w:rPr>
        <w:t>More details</w:t>
      </w:r>
      <w:r>
        <w:t xml:space="preserve"> to see all the processes that are listed in the Processes tab.</w:t>
      </w:r>
    </w:p>
    <w:p w14:paraId="2FDFE48C" w14:textId="77777777" w:rsidR="00C62B12" w:rsidRDefault="00BD29B7" w:rsidP="00615C28">
      <w:pPr>
        <w:pStyle w:val="SubStepAlpha"/>
      </w:pPr>
      <w:r>
        <w:t>Expand the Windows Command Processor heading.</w:t>
      </w:r>
    </w:p>
    <w:p w14:paraId="7F39023D" w14:textId="77777777" w:rsidR="00C62B12" w:rsidRDefault="00C62B12" w:rsidP="00BC2F43">
      <w:pPr>
        <w:pStyle w:val="Heading3"/>
      </w:pPr>
      <w:r>
        <w:t>Question:</w:t>
      </w:r>
    </w:p>
    <w:p w14:paraId="3A56D4B5" w14:textId="103C9551" w:rsidR="00BD29B7" w:rsidRDefault="00BD29B7" w:rsidP="00615C28">
      <w:pPr>
        <w:pStyle w:val="BodyTextL50"/>
        <w:spacing w:before="0"/>
      </w:pPr>
      <w:r>
        <w:t>What is listed under this heading?</w:t>
      </w:r>
    </w:p>
    <w:p w14:paraId="302AE611" w14:textId="51702A0A" w:rsidR="00BD29B7" w:rsidRDefault="00C62B12" w:rsidP="00C62B12">
      <w:pPr>
        <w:pStyle w:val="AnswerLineL50"/>
      </w:pPr>
      <w:r>
        <w:t>Type your answers here.</w:t>
      </w:r>
    </w:p>
    <w:p w14:paraId="78C8EA7F" w14:textId="77777777" w:rsidR="00BD29B7" w:rsidRPr="000060AC" w:rsidRDefault="00BD29B7" w:rsidP="00BD29B7">
      <w:pPr>
        <w:pStyle w:val="BodyTextL50"/>
        <w:rPr>
          <w:rStyle w:val="AnswerGray"/>
        </w:rPr>
      </w:pPr>
      <w:r w:rsidRPr="000060AC">
        <w:rPr>
          <w:rStyle w:val="AnswerGray"/>
        </w:rPr>
        <w:t>Command Prompt</w:t>
      </w:r>
    </w:p>
    <w:p w14:paraId="4ED8FF8C" w14:textId="77777777" w:rsidR="00BD29B7" w:rsidRDefault="00BD29B7" w:rsidP="00615C28">
      <w:pPr>
        <w:pStyle w:val="SubStepAlpha"/>
      </w:pPr>
      <w:r>
        <w:t>There are three categories of processes listed in the Processes tab: Apps, Background processes, and Windows processes.</w:t>
      </w:r>
    </w:p>
    <w:p w14:paraId="75D08FF9" w14:textId="77777777" w:rsidR="00BD29B7" w:rsidRDefault="00BD29B7" w:rsidP="00BD29B7">
      <w:pPr>
        <w:pStyle w:val="Bulletlevel2"/>
        <w:spacing w:before="60" w:after="60" w:line="276" w:lineRule="auto"/>
      </w:pPr>
      <w:r>
        <w:t>The Apps are the applications that you have opened, such as Microsoft Edge, Task Manager, and Windows Command Processor, as shown in the figure above. Other applications that are opened by the users, such as web browsers and email clients, will also be listed here.</w:t>
      </w:r>
    </w:p>
    <w:p w14:paraId="5D3035CC" w14:textId="77777777" w:rsidR="00BD29B7" w:rsidRDefault="00BD29B7" w:rsidP="00BD29B7">
      <w:pPr>
        <w:pStyle w:val="Bulletlevel2"/>
        <w:spacing w:before="60" w:after="60" w:line="276" w:lineRule="auto"/>
      </w:pPr>
      <w:r>
        <w:t>The Background processes are executed in the background by applications that are currently open.</w:t>
      </w:r>
    </w:p>
    <w:p w14:paraId="1D8CB425" w14:textId="77777777" w:rsidR="00BD29B7" w:rsidRDefault="00BD29B7" w:rsidP="00BD29B7">
      <w:pPr>
        <w:pStyle w:val="Bulletlevel2"/>
        <w:spacing w:before="60" w:after="60" w:line="276" w:lineRule="auto"/>
      </w:pPr>
      <w:r>
        <w:t>The Windows processes are not shown in the figure. Scroll down to view them on your Windows PC. Windows processes are Microsoft Windows services that run in the background.</w:t>
      </w:r>
    </w:p>
    <w:p w14:paraId="39E7AB89" w14:textId="77777777" w:rsidR="00BD29B7" w:rsidRDefault="00BD29B7" w:rsidP="00BD29B7">
      <w:pPr>
        <w:pStyle w:val="BodyTextL50"/>
        <w:keepNext/>
      </w:pPr>
      <w:r>
        <w:lastRenderedPageBreak/>
        <w:t>Some of the background processes or Windows processes may be associated with foreground processes. For example, if you open a command prompt window, the Console Window Host process will be started in the Windows process section, as shown below.</w:t>
      </w:r>
    </w:p>
    <w:p w14:paraId="07AC742D" w14:textId="77777777" w:rsidR="00BD29B7" w:rsidRDefault="00BD29B7" w:rsidP="00BD29B7">
      <w:pPr>
        <w:pStyle w:val="Visual"/>
      </w:pPr>
      <w:r>
        <w:rPr>
          <w:noProof/>
        </w:rPr>
        <w:drawing>
          <wp:inline distT="0" distB="0" distL="0" distR="0" wp14:anchorId="374B5388" wp14:editId="5FD0514F">
            <wp:extent cx="5486400" cy="3314156"/>
            <wp:effectExtent l="0" t="0" r="0" b="635"/>
            <wp:docPr id="15" name="Picture 15" descr="Screenshot of Task Manager showing Windows proc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86400" cy="3314156"/>
                    </a:xfrm>
                    <a:prstGeom prst="rect">
                      <a:avLst/>
                    </a:prstGeom>
                  </pic:spPr>
                </pic:pic>
              </a:graphicData>
            </a:graphic>
          </wp:inline>
        </w:drawing>
      </w:r>
    </w:p>
    <w:p w14:paraId="473373CC" w14:textId="77777777" w:rsidR="00C62B12" w:rsidRDefault="00BD29B7" w:rsidP="00615C28">
      <w:pPr>
        <w:pStyle w:val="SubStepAlpha"/>
      </w:pPr>
      <w:r>
        <w:t xml:space="preserve">Right-click Console Window Host and select </w:t>
      </w:r>
      <w:r w:rsidRPr="008E13D6">
        <w:rPr>
          <w:b/>
          <w:bCs/>
        </w:rPr>
        <w:t>Properties</w:t>
      </w:r>
      <w:r>
        <w:t>.</w:t>
      </w:r>
    </w:p>
    <w:p w14:paraId="6C9E651B" w14:textId="77777777" w:rsidR="00C62B12" w:rsidRDefault="00C62B12" w:rsidP="00BC2F43">
      <w:pPr>
        <w:pStyle w:val="Heading3"/>
      </w:pPr>
      <w:r>
        <w:t>Question:</w:t>
      </w:r>
    </w:p>
    <w:p w14:paraId="7DF187CF" w14:textId="0BCDAE24" w:rsidR="00BD29B7" w:rsidRDefault="00BD29B7" w:rsidP="00615C28">
      <w:pPr>
        <w:pStyle w:val="BodyTextL50"/>
        <w:spacing w:before="0"/>
      </w:pPr>
      <w:r>
        <w:t>What is the location of this filename and location of this process?</w:t>
      </w:r>
    </w:p>
    <w:p w14:paraId="35F40982" w14:textId="28051D26" w:rsidR="00BD29B7" w:rsidRDefault="005C1491" w:rsidP="005C1491">
      <w:pPr>
        <w:pStyle w:val="AnswerLineL50"/>
      </w:pPr>
      <w:r>
        <w:t>Type your answers here.</w:t>
      </w:r>
    </w:p>
    <w:p w14:paraId="6E1D9D0F" w14:textId="77777777" w:rsidR="00BD29B7" w:rsidRPr="0088046E" w:rsidRDefault="00BD29B7" w:rsidP="00BD29B7">
      <w:pPr>
        <w:pStyle w:val="BodyTextL50"/>
        <w:rPr>
          <w:rStyle w:val="AnswerGray"/>
        </w:rPr>
      </w:pPr>
      <w:r w:rsidRPr="0088046E">
        <w:rPr>
          <w:rStyle w:val="AnswerGray"/>
        </w:rPr>
        <w:t>The associated filename is conhost</w:t>
      </w:r>
      <w:r>
        <w:rPr>
          <w:rStyle w:val="AnswerGray"/>
        </w:rPr>
        <w:t>.</w:t>
      </w:r>
      <w:r w:rsidRPr="0088046E">
        <w:rPr>
          <w:rStyle w:val="AnswerGray"/>
        </w:rPr>
        <w:t xml:space="preserve">exe and it </w:t>
      </w:r>
      <w:proofErr w:type="gramStart"/>
      <w:r w:rsidRPr="0088046E">
        <w:rPr>
          <w:rStyle w:val="AnswerGray"/>
        </w:rPr>
        <w:t>is located in</w:t>
      </w:r>
      <w:proofErr w:type="gramEnd"/>
      <w:r w:rsidRPr="0088046E">
        <w:rPr>
          <w:rStyle w:val="AnswerGray"/>
        </w:rPr>
        <w:t xml:space="preserve"> the C:\Windows\System32 folder.</w:t>
      </w:r>
    </w:p>
    <w:p w14:paraId="1E2C9A4C" w14:textId="77777777" w:rsidR="00C62B12" w:rsidRDefault="00BD29B7" w:rsidP="00615C28">
      <w:pPr>
        <w:pStyle w:val="SubStepAlpha"/>
      </w:pPr>
      <w:r>
        <w:t>Close the command prompt window.</w:t>
      </w:r>
    </w:p>
    <w:p w14:paraId="0F07B398" w14:textId="79C4550A" w:rsidR="00C62B12" w:rsidRDefault="00C62B12" w:rsidP="00BC2F43">
      <w:pPr>
        <w:pStyle w:val="Heading3"/>
      </w:pPr>
      <w:r>
        <w:t>Question:</w:t>
      </w:r>
    </w:p>
    <w:p w14:paraId="011F4AAE" w14:textId="3028245C" w:rsidR="00BD29B7" w:rsidRDefault="00BD29B7" w:rsidP="005C1491">
      <w:pPr>
        <w:pStyle w:val="BodyTextL50"/>
        <w:spacing w:before="0"/>
      </w:pPr>
      <w:r>
        <w:t>What happens to Windows Command Processor and Console Window Host when the command prompt window is closed?</w:t>
      </w:r>
    </w:p>
    <w:p w14:paraId="28809D00" w14:textId="618FDA35" w:rsidR="00BD29B7" w:rsidRDefault="005C1491" w:rsidP="005C1491">
      <w:pPr>
        <w:pStyle w:val="AnswerLineL50"/>
      </w:pPr>
      <w:r>
        <w:t xml:space="preserve">Type your answers here. </w:t>
      </w:r>
    </w:p>
    <w:p w14:paraId="6913CDC8" w14:textId="77777777" w:rsidR="00BD29B7" w:rsidRDefault="00BD29B7" w:rsidP="00BD29B7">
      <w:pPr>
        <w:pStyle w:val="BodyTextL50"/>
        <w:rPr>
          <w:rStyle w:val="AnswerGray"/>
        </w:rPr>
      </w:pPr>
      <w:r w:rsidRPr="00034AC9">
        <w:rPr>
          <w:rStyle w:val="AnswerGray"/>
        </w:rPr>
        <w:t xml:space="preserve">The associated processes have ended and </w:t>
      </w:r>
      <w:r>
        <w:rPr>
          <w:rStyle w:val="AnswerGray"/>
        </w:rPr>
        <w:t xml:space="preserve">are </w:t>
      </w:r>
      <w:r w:rsidRPr="00034AC9">
        <w:rPr>
          <w:rStyle w:val="AnswerGray"/>
        </w:rPr>
        <w:t>no longer listed in the Task Manager.</w:t>
      </w:r>
    </w:p>
    <w:p w14:paraId="37CA739F" w14:textId="77777777" w:rsidR="00BD29B7" w:rsidRPr="00893AAE" w:rsidRDefault="00BD29B7" w:rsidP="00615C28">
      <w:pPr>
        <w:pStyle w:val="SubStepAlpha"/>
      </w:pPr>
      <w:r w:rsidRPr="00FB7650">
        <w:t>Click</w:t>
      </w:r>
      <w:r>
        <w:t xml:space="preserve"> the </w:t>
      </w:r>
      <w:r w:rsidRPr="00D72BCC">
        <w:t>Memory</w:t>
      </w:r>
      <w:r>
        <w:t xml:space="preserve"> heading</w:t>
      </w:r>
      <w:r w:rsidRPr="00FB7650">
        <w:t>.</w:t>
      </w:r>
      <w:r>
        <w:t xml:space="preserve"> </w:t>
      </w:r>
      <w:r w:rsidRPr="00FB7650">
        <w:t>Click</w:t>
      </w:r>
      <w:r w:rsidRPr="00C2598E">
        <w:t xml:space="preserve"> the</w:t>
      </w:r>
      <w:r w:rsidRPr="00D72BCC">
        <w:t xml:space="preserve"> Memory </w:t>
      </w:r>
      <w:r w:rsidRPr="00C2598E">
        <w:t>heading a second time</w:t>
      </w:r>
      <w:r w:rsidRPr="00893AAE">
        <w:t>.</w:t>
      </w:r>
    </w:p>
    <w:p w14:paraId="7D5321ED" w14:textId="77777777" w:rsidR="00C62B12" w:rsidRDefault="00C62B12" w:rsidP="00BC2F43">
      <w:pPr>
        <w:pStyle w:val="Heading3"/>
      </w:pPr>
      <w:r>
        <w:t>Question:</w:t>
      </w:r>
    </w:p>
    <w:p w14:paraId="787386F9" w14:textId="2DC86EE5" w:rsidR="00BD29B7" w:rsidRPr="00FB7650" w:rsidRDefault="00BD29B7" w:rsidP="005C1491">
      <w:pPr>
        <w:pStyle w:val="BodyTextL50"/>
        <w:spacing w:before="0"/>
      </w:pPr>
      <w:r w:rsidRPr="00FB7650">
        <w:t>What effect does</w:t>
      </w:r>
      <w:r>
        <w:t xml:space="preserve"> </w:t>
      </w:r>
      <w:r w:rsidRPr="00FB7650">
        <w:t>this have on the columns?</w:t>
      </w:r>
    </w:p>
    <w:p w14:paraId="05E9C76E" w14:textId="2096894B" w:rsidR="00BD29B7" w:rsidRDefault="005C1491" w:rsidP="00270BEB">
      <w:pPr>
        <w:pStyle w:val="AnswerLineL50"/>
        <w:spacing w:after="1200"/>
      </w:pPr>
      <w:r>
        <w:t>Type your answers here.</w:t>
      </w:r>
    </w:p>
    <w:p w14:paraId="74947CE8" w14:textId="77777777" w:rsidR="00BD29B7" w:rsidRDefault="00BD29B7" w:rsidP="00BD29B7">
      <w:pPr>
        <w:pStyle w:val="BodyTextL50"/>
        <w:rPr>
          <w:rStyle w:val="AnswerGray"/>
        </w:rPr>
      </w:pPr>
      <w:r>
        <w:rPr>
          <w:rStyle w:val="AnswerGray"/>
        </w:rPr>
        <w:t>Clicking the Memory heading causes the processes to be sorted by the amount of memory each process is using. Each time you click the Memory heading, it reverses the order (largest to smallest, then smallest to largest).</w:t>
      </w:r>
    </w:p>
    <w:p w14:paraId="7F88C817" w14:textId="77777777" w:rsidR="00BD29B7" w:rsidRDefault="00BD29B7" w:rsidP="00615C28">
      <w:pPr>
        <w:pStyle w:val="SubStepAlpha"/>
      </w:pPr>
      <w:r>
        <w:lastRenderedPageBreak/>
        <w:t xml:space="preserve">Right-click on the </w:t>
      </w:r>
      <w:r w:rsidRPr="00D72BCC">
        <w:t>Memory</w:t>
      </w:r>
      <w:r>
        <w:t xml:space="preserve"> heading, and then select </w:t>
      </w:r>
      <w:r w:rsidRPr="00E80E38">
        <w:rPr>
          <w:b/>
          <w:bCs/>
        </w:rPr>
        <w:t>Resource values</w:t>
      </w:r>
      <w:r w:rsidRPr="00D72BCC">
        <w:t xml:space="preserve"> &gt; </w:t>
      </w:r>
      <w:r w:rsidRPr="00E80E38">
        <w:rPr>
          <w:b/>
          <w:bCs/>
        </w:rPr>
        <w:t>Memory</w:t>
      </w:r>
      <w:r w:rsidRPr="00D72BCC">
        <w:t xml:space="preserve"> &gt; </w:t>
      </w:r>
      <w:proofErr w:type="spellStart"/>
      <w:r w:rsidRPr="00E80E38">
        <w:rPr>
          <w:b/>
          <w:bCs/>
        </w:rPr>
        <w:t>Percents</w:t>
      </w:r>
      <w:proofErr w:type="spellEnd"/>
      <w:r>
        <w:t>.</w:t>
      </w:r>
    </w:p>
    <w:p w14:paraId="3D710547" w14:textId="77777777" w:rsidR="00BD29B7" w:rsidRDefault="00BD29B7" w:rsidP="00BD29B7">
      <w:pPr>
        <w:pStyle w:val="Visual"/>
      </w:pPr>
      <w:r w:rsidRPr="005F5926">
        <w:rPr>
          <w:noProof/>
        </w:rPr>
        <w:drawing>
          <wp:inline distT="0" distB="0" distL="0" distR="0" wp14:anchorId="068E9102" wp14:editId="265DBBBE">
            <wp:extent cx="5486400" cy="3314156"/>
            <wp:effectExtent l="0" t="0" r="0" b="635"/>
            <wp:docPr id="19" name="Picture 19" descr="Screenshot of Task Manager showing results of right click on Memor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3314156"/>
                    </a:xfrm>
                    <a:prstGeom prst="rect">
                      <a:avLst/>
                    </a:prstGeom>
                  </pic:spPr>
                </pic:pic>
              </a:graphicData>
            </a:graphic>
          </wp:inline>
        </w:drawing>
      </w:r>
    </w:p>
    <w:p w14:paraId="664835AB" w14:textId="70FF8032" w:rsidR="005C1491" w:rsidRDefault="005C1491" w:rsidP="00BC2F43">
      <w:pPr>
        <w:pStyle w:val="Heading3"/>
      </w:pPr>
      <w:r>
        <w:t>Questions:</w:t>
      </w:r>
    </w:p>
    <w:p w14:paraId="33E4566D" w14:textId="131D4E0E" w:rsidR="00BD29B7" w:rsidRDefault="00BD29B7" w:rsidP="005C1491">
      <w:pPr>
        <w:pStyle w:val="BodyTextL50"/>
        <w:keepNext/>
        <w:spacing w:before="0"/>
      </w:pPr>
      <w:r>
        <w:t>What affect does this have on the Memory column?</w:t>
      </w:r>
    </w:p>
    <w:p w14:paraId="59D46112" w14:textId="56A42617" w:rsidR="00BD29B7" w:rsidRDefault="005C1491" w:rsidP="005C1491">
      <w:pPr>
        <w:pStyle w:val="AnswerLineL50"/>
      </w:pPr>
      <w:r>
        <w:t>Type your answers here.</w:t>
      </w:r>
    </w:p>
    <w:p w14:paraId="439CE8B3" w14:textId="77777777" w:rsidR="00BD29B7" w:rsidRDefault="00BD29B7" w:rsidP="00BD29B7">
      <w:pPr>
        <w:pStyle w:val="BodyTextL50"/>
        <w:rPr>
          <w:rStyle w:val="AnswerGray"/>
        </w:rPr>
      </w:pPr>
      <w:r>
        <w:rPr>
          <w:rStyle w:val="AnswerGray"/>
        </w:rPr>
        <w:t>The column now displays memory usage in percentage values.</w:t>
      </w:r>
    </w:p>
    <w:p w14:paraId="7597E9D9" w14:textId="77777777" w:rsidR="00BD29B7" w:rsidRDefault="00BD29B7" w:rsidP="00BD29B7">
      <w:pPr>
        <w:pStyle w:val="BodyTextL50"/>
        <w:keepNext/>
      </w:pPr>
      <w:r>
        <w:t>How could this be useful?</w:t>
      </w:r>
    </w:p>
    <w:p w14:paraId="2F9D4600" w14:textId="446EFD7D" w:rsidR="00BD29B7" w:rsidRDefault="005C1491" w:rsidP="00270BEB">
      <w:pPr>
        <w:pStyle w:val="AnswerLineL50"/>
        <w:spacing w:after="1200"/>
      </w:pPr>
      <w:r>
        <w:t>Type your answers here.</w:t>
      </w:r>
    </w:p>
    <w:p w14:paraId="3F934897" w14:textId="77777777" w:rsidR="00BD29B7" w:rsidRDefault="00BD29B7" w:rsidP="00BD29B7">
      <w:pPr>
        <w:pStyle w:val="BodyTextL50"/>
        <w:rPr>
          <w:rStyle w:val="AnswerGray"/>
        </w:rPr>
      </w:pPr>
      <w:r>
        <w:rPr>
          <w:rStyle w:val="AnswerGray"/>
        </w:rPr>
        <w:t>Displaying processes in this way can assist an administrator in determining what services may be causing memory issues by showing how much available memory is being used by each service.</w:t>
      </w:r>
    </w:p>
    <w:p w14:paraId="1054937D" w14:textId="42A40C50" w:rsidR="00BD29B7" w:rsidRDefault="00E80E38" w:rsidP="00615C28">
      <w:pPr>
        <w:pStyle w:val="SubStepAlpha"/>
        <w:keepNext/>
      </w:pPr>
      <w:r>
        <w:lastRenderedPageBreak/>
        <w:t xml:space="preserve">In </w:t>
      </w:r>
      <w:r w:rsidR="00BD29B7" w:rsidRPr="00FB7650">
        <w:t xml:space="preserve">the </w:t>
      </w:r>
      <w:r w:rsidR="00BD29B7" w:rsidRPr="00D72BCC">
        <w:t>Task Manager</w:t>
      </w:r>
      <w:r>
        <w:t>, c</w:t>
      </w:r>
      <w:r w:rsidR="00BD29B7">
        <w:t xml:space="preserve">lick the </w:t>
      </w:r>
      <w:r w:rsidR="00BD29B7" w:rsidRPr="00E80E38">
        <w:rPr>
          <w:b/>
          <w:bCs/>
        </w:rPr>
        <w:t>Name</w:t>
      </w:r>
      <w:r w:rsidR="00BD29B7" w:rsidRPr="00FB7650">
        <w:t xml:space="preserve"> </w:t>
      </w:r>
      <w:r w:rsidR="00BD29B7">
        <w:t>heading.</w:t>
      </w:r>
    </w:p>
    <w:p w14:paraId="17AAD298" w14:textId="77777777" w:rsidR="00BD29B7" w:rsidRDefault="00BD29B7" w:rsidP="00BD29B7">
      <w:pPr>
        <w:pStyle w:val="Visual"/>
      </w:pPr>
      <w:r>
        <w:rPr>
          <w:noProof/>
        </w:rPr>
        <w:drawing>
          <wp:inline distT="0" distB="0" distL="0" distR="0" wp14:anchorId="74F81C78" wp14:editId="6D692D7D">
            <wp:extent cx="5486400" cy="3314156"/>
            <wp:effectExtent l="0" t="0" r="0" b="635"/>
            <wp:docPr id="22" name="Picture 22" descr="Screenshot of task Manager with Microsoft Edge under Name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3314156"/>
                    </a:xfrm>
                    <a:prstGeom prst="rect">
                      <a:avLst/>
                    </a:prstGeom>
                  </pic:spPr>
                </pic:pic>
              </a:graphicData>
            </a:graphic>
          </wp:inline>
        </w:drawing>
      </w:r>
    </w:p>
    <w:p w14:paraId="0A4CD820" w14:textId="77777777" w:rsidR="005C1491" w:rsidRDefault="00BD29B7" w:rsidP="00615C28">
      <w:pPr>
        <w:pStyle w:val="SubStepAlpha"/>
      </w:pPr>
      <w:r>
        <w:t>Double-click the Microsoft Edge.</w:t>
      </w:r>
    </w:p>
    <w:p w14:paraId="047DA1D3" w14:textId="357EAE05" w:rsidR="005C1491" w:rsidRDefault="005C1491" w:rsidP="00615C28">
      <w:pPr>
        <w:pStyle w:val="Heading3"/>
      </w:pPr>
      <w:r>
        <w:t>Question:</w:t>
      </w:r>
    </w:p>
    <w:p w14:paraId="0F5DBCD5" w14:textId="410C008B" w:rsidR="00BD29B7" w:rsidRDefault="00BD29B7" w:rsidP="005C1491">
      <w:pPr>
        <w:pStyle w:val="BodyTextL50"/>
        <w:spacing w:before="0"/>
      </w:pPr>
      <w:r>
        <w:t>What happens?</w:t>
      </w:r>
    </w:p>
    <w:p w14:paraId="1A21DFEB" w14:textId="339C6ABA" w:rsidR="00BD29B7" w:rsidRDefault="005C1491" w:rsidP="005C1491">
      <w:pPr>
        <w:pStyle w:val="AnswerLineL50"/>
      </w:pPr>
      <w:r>
        <w:t>Type your answers here.</w:t>
      </w:r>
    </w:p>
    <w:p w14:paraId="2097F81D" w14:textId="30B2DD39" w:rsidR="00BD29B7" w:rsidRPr="005E7AD7" w:rsidRDefault="00BD29B7" w:rsidP="00BD29B7">
      <w:pPr>
        <w:pStyle w:val="BodyTextL50"/>
        <w:rPr>
          <w:rStyle w:val="AnswerGray"/>
        </w:rPr>
      </w:pPr>
      <w:r w:rsidRPr="005E7AD7">
        <w:rPr>
          <w:rStyle w:val="AnswerGray"/>
        </w:rPr>
        <w:t xml:space="preserve">A </w:t>
      </w:r>
      <w:r>
        <w:rPr>
          <w:rStyle w:val="AnswerGray"/>
        </w:rPr>
        <w:t xml:space="preserve">new </w:t>
      </w:r>
      <w:r w:rsidRPr="005E7AD7">
        <w:rPr>
          <w:rStyle w:val="AnswerGray"/>
        </w:rPr>
        <w:t xml:space="preserve">web browser window </w:t>
      </w:r>
      <w:r w:rsidR="008E13D6">
        <w:rPr>
          <w:rStyle w:val="AnswerGray"/>
        </w:rPr>
        <w:t>becomes activated</w:t>
      </w:r>
      <w:r w:rsidRPr="005E7AD7">
        <w:rPr>
          <w:rStyle w:val="AnswerGray"/>
        </w:rPr>
        <w:t xml:space="preserve"> and the Task Manage</w:t>
      </w:r>
      <w:r>
        <w:rPr>
          <w:rStyle w:val="AnswerGray"/>
        </w:rPr>
        <w:t>r</w:t>
      </w:r>
      <w:r w:rsidRPr="005E7AD7">
        <w:rPr>
          <w:rStyle w:val="AnswerGray"/>
        </w:rPr>
        <w:t xml:space="preserve"> is minimized.</w:t>
      </w:r>
    </w:p>
    <w:p w14:paraId="076688C2" w14:textId="15F8F261" w:rsidR="005C1491" w:rsidRDefault="000C02E7" w:rsidP="00615C28">
      <w:pPr>
        <w:pStyle w:val="SubStepAlpha"/>
      </w:pPr>
      <w:r>
        <w:t>Return to the Task Manager and r</w:t>
      </w:r>
      <w:r w:rsidR="00BD29B7">
        <w:t xml:space="preserve">ight-click </w:t>
      </w:r>
      <w:r w:rsidR="00BD29B7" w:rsidRPr="00D72BCC">
        <w:t>Microsoft Edg</w:t>
      </w:r>
      <w:r>
        <w:t>e. S</w:t>
      </w:r>
      <w:r w:rsidR="00BD29B7">
        <w:t xml:space="preserve">elect </w:t>
      </w:r>
      <w:r w:rsidR="00BD29B7" w:rsidRPr="000C02E7">
        <w:rPr>
          <w:b/>
          <w:bCs/>
        </w:rPr>
        <w:t>End task</w:t>
      </w:r>
      <w:r w:rsidR="00BD29B7">
        <w:t>.</w:t>
      </w:r>
    </w:p>
    <w:p w14:paraId="28258890" w14:textId="0BD35F13" w:rsidR="005C1491" w:rsidRDefault="005C1491" w:rsidP="00615C28">
      <w:pPr>
        <w:pStyle w:val="Heading3"/>
      </w:pPr>
      <w:r>
        <w:t>Question:</w:t>
      </w:r>
    </w:p>
    <w:p w14:paraId="01163DCA" w14:textId="039938D2" w:rsidR="00BD29B7" w:rsidRDefault="00BD29B7" w:rsidP="00EF12C0">
      <w:pPr>
        <w:pStyle w:val="BodyTextL50"/>
        <w:spacing w:before="0"/>
      </w:pPr>
      <w:r>
        <w:t>What happens to the web browser windows?</w:t>
      </w:r>
    </w:p>
    <w:p w14:paraId="4D4D2C46" w14:textId="7B853FD9" w:rsidR="00BD29B7" w:rsidRDefault="00EF12C0" w:rsidP="00EF12C0">
      <w:pPr>
        <w:pStyle w:val="AnswerLineL50"/>
      </w:pPr>
      <w:r>
        <w:t>Type your answers here.</w:t>
      </w:r>
    </w:p>
    <w:p w14:paraId="24A8549F" w14:textId="77777777" w:rsidR="00BD29B7" w:rsidRPr="008A41FD" w:rsidRDefault="00BD29B7" w:rsidP="00BD29B7">
      <w:pPr>
        <w:pStyle w:val="BodyTextL50"/>
        <w:rPr>
          <w:rStyle w:val="AnswerGray"/>
        </w:rPr>
      </w:pPr>
      <w:r w:rsidRPr="008A41FD">
        <w:rPr>
          <w:rStyle w:val="AnswerGray"/>
        </w:rPr>
        <w:t>All Microsoft Edge windows are closed.</w:t>
      </w:r>
    </w:p>
    <w:p w14:paraId="68C318DF" w14:textId="77777777" w:rsidR="00BD29B7" w:rsidRPr="00FB7650" w:rsidRDefault="00BD29B7" w:rsidP="00BD29B7">
      <w:pPr>
        <w:pStyle w:val="Heading2"/>
      </w:pPr>
      <w:r>
        <w:t>Working in the Services tab</w:t>
      </w:r>
    </w:p>
    <w:p w14:paraId="0FD6B0DF" w14:textId="1BDC91BA" w:rsidR="00BD29B7" w:rsidRPr="00FB7650" w:rsidRDefault="000C02E7" w:rsidP="000C02E7">
      <w:pPr>
        <w:pStyle w:val="BodyTextL25"/>
      </w:pPr>
      <w:r>
        <w:t>In the Task Manager window, c</w:t>
      </w:r>
      <w:r w:rsidR="00BD29B7" w:rsidRPr="00FB7650">
        <w:t xml:space="preserve">lick the </w:t>
      </w:r>
      <w:r w:rsidR="00BD29B7" w:rsidRPr="000C02E7">
        <w:rPr>
          <w:b/>
        </w:rPr>
        <w:t>Services</w:t>
      </w:r>
      <w:r w:rsidR="00BD29B7" w:rsidRPr="00FB7650">
        <w:t xml:space="preserve"> tab. </w:t>
      </w:r>
      <w:r w:rsidR="00BD29B7">
        <w:t xml:space="preserve">Use the scroll bar on the right side of the </w:t>
      </w:r>
      <w:r w:rsidR="00BD29B7" w:rsidRPr="000C02E7">
        <w:rPr>
          <w:b/>
        </w:rPr>
        <w:t>Services</w:t>
      </w:r>
      <w:r w:rsidR="00BD29B7">
        <w:t xml:space="preserve"> window to view all the services listed.</w:t>
      </w:r>
    </w:p>
    <w:p w14:paraId="43183C50" w14:textId="77777777" w:rsidR="00EF12C0" w:rsidRPr="00615C28" w:rsidRDefault="00EF12C0" w:rsidP="00615C28">
      <w:pPr>
        <w:pStyle w:val="Heading3"/>
      </w:pPr>
      <w:r>
        <w:t>Question:</w:t>
      </w:r>
    </w:p>
    <w:p w14:paraId="3A4C20B2" w14:textId="410DA24D" w:rsidR="00BD29B7" w:rsidRDefault="00BD29B7" w:rsidP="00615C28">
      <w:pPr>
        <w:pStyle w:val="BodyTextL25"/>
        <w:spacing w:before="0"/>
      </w:pPr>
      <w:r>
        <w:t>What s</w:t>
      </w:r>
      <w:r w:rsidRPr="00FB7650">
        <w:t>tatus</w:t>
      </w:r>
      <w:r>
        <w:t>es are listed?</w:t>
      </w:r>
    </w:p>
    <w:p w14:paraId="158F23A9" w14:textId="53695417" w:rsidR="00BD29B7" w:rsidRDefault="00EF12C0" w:rsidP="00EF12C0">
      <w:pPr>
        <w:pStyle w:val="AnswerLineL50"/>
      </w:pPr>
      <w:r>
        <w:t>Type your answers here.</w:t>
      </w:r>
    </w:p>
    <w:p w14:paraId="2F57B973" w14:textId="77777777" w:rsidR="00BD29B7" w:rsidRPr="004E3F57" w:rsidRDefault="00BD29B7" w:rsidP="00615C28">
      <w:pPr>
        <w:pStyle w:val="BodyTextL25"/>
        <w:rPr>
          <w:rStyle w:val="AnswerGray"/>
        </w:rPr>
      </w:pPr>
      <w:r>
        <w:rPr>
          <w:rStyle w:val="AnswerGray"/>
        </w:rPr>
        <w:t>Stopped and R</w:t>
      </w:r>
      <w:r w:rsidRPr="004E3F57">
        <w:rPr>
          <w:rStyle w:val="AnswerGray"/>
        </w:rPr>
        <w:t>unning.</w:t>
      </w:r>
    </w:p>
    <w:p w14:paraId="53724D50" w14:textId="77777777" w:rsidR="00BD29B7" w:rsidRPr="00FB7650" w:rsidRDefault="00BD29B7" w:rsidP="00BD29B7">
      <w:pPr>
        <w:pStyle w:val="Heading2"/>
      </w:pPr>
      <w:r>
        <w:lastRenderedPageBreak/>
        <w:t>Working in the Performance tab</w:t>
      </w:r>
    </w:p>
    <w:p w14:paraId="630CDC6A" w14:textId="23B3FD75" w:rsidR="00BD29B7" w:rsidRPr="00FB7650" w:rsidRDefault="000C02E7" w:rsidP="00EF12C0">
      <w:pPr>
        <w:pStyle w:val="SubStepAlpha"/>
        <w:keepNext/>
      </w:pPr>
      <w:r>
        <w:t>In the Task Manager window, c</w:t>
      </w:r>
      <w:r w:rsidR="00BD29B7" w:rsidRPr="00FB7650">
        <w:t xml:space="preserve">lick the </w:t>
      </w:r>
      <w:r w:rsidR="00BD29B7" w:rsidRPr="00FB7650">
        <w:rPr>
          <w:b/>
        </w:rPr>
        <w:t>Performance</w:t>
      </w:r>
      <w:r w:rsidR="00BD29B7" w:rsidRPr="00FB7650">
        <w:t xml:space="preserve"> tab. </w:t>
      </w:r>
    </w:p>
    <w:p w14:paraId="7F70ACFD" w14:textId="77777777" w:rsidR="00BD29B7" w:rsidRPr="00FB7650" w:rsidRDefault="00BD29B7" w:rsidP="00EF12C0">
      <w:pPr>
        <w:pStyle w:val="Visual"/>
        <w:spacing w:after="120"/>
      </w:pPr>
      <w:r>
        <w:rPr>
          <w:noProof/>
        </w:rPr>
        <w:drawing>
          <wp:inline distT="0" distB="0" distL="0" distR="0" wp14:anchorId="66677BD4" wp14:editId="2B066A41">
            <wp:extent cx="5486400" cy="3585210"/>
            <wp:effectExtent l="0" t="0" r="0" b="0"/>
            <wp:docPr id="37" name="Picture 37" descr="Screenshot of Task Manager Performance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3585210"/>
                    </a:xfrm>
                    <a:prstGeom prst="rect">
                      <a:avLst/>
                    </a:prstGeom>
                  </pic:spPr>
                </pic:pic>
              </a:graphicData>
            </a:graphic>
          </wp:inline>
        </w:drawing>
      </w:r>
    </w:p>
    <w:p w14:paraId="64214B1E" w14:textId="77777777" w:rsidR="00EF12C0" w:rsidRDefault="00EF12C0" w:rsidP="00615C28">
      <w:pPr>
        <w:pStyle w:val="Heading3"/>
      </w:pPr>
      <w:r>
        <w:t>Questions:</w:t>
      </w:r>
    </w:p>
    <w:p w14:paraId="20A967FD" w14:textId="02FAA1E4" w:rsidR="00BD29B7" w:rsidRPr="00FB7650" w:rsidRDefault="00BD29B7" w:rsidP="00EF12C0">
      <w:pPr>
        <w:pStyle w:val="BodyTextL50"/>
        <w:keepNext/>
        <w:spacing w:before="0"/>
      </w:pPr>
      <w:r w:rsidRPr="00FB7650">
        <w:t xml:space="preserve">How many </w:t>
      </w:r>
      <w:r>
        <w:t>t</w:t>
      </w:r>
      <w:r w:rsidRPr="00FB7650">
        <w:t>hreads are running?</w:t>
      </w:r>
    </w:p>
    <w:p w14:paraId="1E0714FA" w14:textId="5084E3DD" w:rsidR="00BD29B7" w:rsidRDefault="00EF12C0" w:rsidP="00EF12C0">
      <w:pPr>
        <w:pStyle w:val="AnswerLineL50"/>
      </w:pPr>
      <w:r>
        <w:t>Type your answers here.</w:t>
      </w:r>
    </w:p>
    <w:p w14:paraId="10BC79EA" w14:textId="77777777" w:rsidR="00BD29B7" w:rsidRPr="004E3F57" w:rsidRDefault="00BD29B7" w:rsidP="00BD29B7">
      <w:pPr>
        <w:pStyle w:val="BodyTextL50"/>
        <w:rPr>
          <w:rStyle w:val="AnswerGray"/>
        </w:rPr>
      </w:pPr>
      <w:r w:rsidRPr="004E3F57">
        <w:rPr>
          <w:rStyle w:val="AnswerGray"/>
        </w:rPr>
        <w:t>Answer</w:t>
      </w:r>
      <w:r>
        <w:rPr>
          <w:rStyle w:val="AnswerGray"/>
        </w:rPr>
        <w:t>s</w:t>
      </w:r>
      <w:r w:rsidRPr="004E3F57">
        <w:rPr>
          <w:rStyle w:val="AnswerGray"/>
        </w:rPr>
        <w:t xml:space="preserve"> may vary. </w:t>
      </w:r>
      <w:r>
        <w:rPr>
          <w:rStyle w:val="AnswerGray"/>
        </w:rPr>
        <w:t>The example displays 1271.</w:t>
      </w:r>
    </w:p>
    <w:p w14:paraId="299DB73D" w14:textId="77777777" w:rsidR="00BD29B7" w:rsidRPr="00FB7650" w:rsidRDefault="00BD29B7" w:rsidP="00BD29B7">
      <w:pPr>
        <w:pStyle w:val="BodyTextL50"/>
        <w:keepNext/>
      </w:pPr>
      <w:r w:rsidRPr="00FB7650">
        <w:t xml:space="preserve">How many </w:t>
      </w:r>
      <w:r>
        <w:t>p</w:t>
      </w:r>
      <w:r w:rsidRPr="00FB7650">
        <w:t>rocesses are running?</w:t>
      </w:r>
    </w:p>
    <w:p w14:paraId="228B5F9A" w14:textId="552B15AF" w:rsidR="00BD29B7" w:rsidRDefault="00EF12C0" w:rsidP="00EF12C0">
      <w:pPr>
        <w:pStyle w:val="AnswerLineL50"/>
      </w:pPr>
      <w:r>
        <w:t>Type your answers here.</w:t>
      </w:r>
    </w:p>
    <w:p w14:paraId="57DF5283" w14:textId="77777777" w:rsidR="00BD29B7" w:rsidRDefault="00BD29B7" w:rsidP="00BD29B7">
      <w:pPr>
        <w:pStyle w:val="BodyTextL50"/>
        <w:rPr>
          <w:rStyle w:val="AnswerGray"/>
        </w:rPr>
      </w:pPr>
      <w:r w:rsidRPr="004E3F57">
        <w:rPr>
          <w:rStyle w:val="AnswerGray"/>
        </w:rPr>
        <w:t>Answer</w:t>
      </w:r>
      <w:r>
        <w:rPr>
          <w:rStyle w:val="AnswerGray"/>
        </w:rPr>
        <w:t>s</w:t>
      </w:r>
      <w:r w:rsidRPr="004E3F57">
        <w:rPr>
          <w:rStyle w:val="AnswerGray"/>
        </w:rPr>
        <w:t xml:space="preserve"> may vary. </w:t>
      </w:r>
      <w:r>
        <w:rPr>
          <w:rStyle w:val="AnswerGray"/>
        </w:rPr>
        <w:t>The example displays 104.</w:t>
      </w:r>
    </w:p>
    <w:p w14:paraId="2D6D54F1" w14:textId="77777777" w:rsidR="00BD29B7" w:rsidRPr="00AC6A33" w:rsidRDefault="00BD29B7" w:rsidP="00EF12C0">
      <w:pPr>
        <w:pStyle w:val="SubStepAlpha"/>
        <w:keepNext/>
      </w:pPr>
      <w:r>
        <w:lastRenderedPageBreak/>
        <w:t xml:space="preserve">Click the </w:t>
      </w:r>
      <w:r w:rsidRPr="00AC6A33">
        <w:rPr>
          <w:b/>
        </w:rPr>
        <w:t>Memory</w:t>
      </w:r>
      <w:r>
        <w:t xml:space="preserve"> in the left panel of the </w:t>
      </w:r>
      <w:r w:rsidRPr="00D0595D">
        <w:rPr>
          <w:b/>
        </w:rPr>
        <w:t>Performance</w:t>
      </w:r>
      <w:r>
        <w:t xml:space="preserve"> tab.</w:t>
      </w:r>
    </w:p>
    <w:p w14:paraId="566063DC" w14:textId="77777777" w:rsidR="00BD29B7" w:rsidRDefault="00BD29B7" w:rsidP="00615C28">
      <w:pPr>
        <w:pStyle w:val="Visual"/>
      </w:pPr>
      <w:r>
        <w:rPr>
          <w:noProof/>
        </w:rPr>
        <w:drawing>
          <wp:inline distT="0" distB="0" distL="0" distR="0" wp14:anchorId="30270B38" wp14:editId="64E62162">
            <wp:extent cx="5486400" cy="3585210"/>
            <wp:effectExtent l="0" t="0" r="0" b="0"/>
            <wp:docPr id="38" name="Picture 38" descr="Screenshot showing the Memory option in the Performance tab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3585210"/>
                    </a:xfrm>
                    <a:prstGeom prst="rect">
                      <a:avLst/>
                    </a:prstGeom>
                  </pic:spPr>
                </pic:pic>
              </a:graphicData>
            </a:graphic>
          </wp:inline>
        </w:drawing>
      </w:r>
    </w:p>
    <w:p w14:paraId="0A3991B4" w14:textId="77777777" w:rsidR="00EF12C0" w:rsidRDefault="00EF12C0" w:rsidP="00615C28">
      <w:pPr>
        <w:pStyle w:val="Heading3"/>
      </w:pPr>
      <w:r>
        <w:t>Question:</w:t>
      </w:r>
    </w:p>
    <w:p w14:paraId="4AE3E59C" w14:textId="2C10592B" w:rsidR="00BD29B7" w:rsidRPr="00FB7650" w:rsidRDefault="00BD29B7" w:rsidP="00EF12C0">
      <w:pPr>
        <w:pStyle w:val="BodyTextL50"/>
        <w:spacing w:before="0"/>
      </w:pPr>
      <w:r w:rsidRPr="00FB7650">
        <w:t xml:space="preserve">What is the </w:t>
      </w:r>
      <w:r>
        <w:t>t</w:t>
      </w:r>
      <w:r w:rsidRPr="00FB7650">
        <w:t xml:space="preserve">otal </w:t>
      </w:r>
      <w:r>
        <w:t>p</w:t>
      </w:r>
      <w:r w:rsidRPr="00FB7650">
        <w:t xml:space="preserve">hysical </w:t>
      </w:r>
      <w:r>
        <w:t>m</w:t>
      </w:r>
      <w:r w:rsidRPr="00FB7650">
        <w:t>emory (MB)?</w:t>
      </w:r>
    </w:p>
    <w:p w14:paraId="23EC60B9" w14:textId="526D4D06" w:rsidR="00BD29B7" w:rsidRDefault="00EF12C0" w:rsidP="00EF12C0">
      <w:pPr>
        <w:pStyle w:val="AnswerLineL50"/>
      </w:pPr>
      <w:r>
        <w:t>Type your answers here.</w:t>
      </w:r>
    </w:p>
    <w:p w14:paraId="3E4764E3" w14:textId="77777777" w:rsidR="00BD29B7" w:rsidRPr="004E3F57" w:rsidRDefault="00BD29B7" w:rsidP="00BD29B7">
      <w:pPr>
        <w:pStyle w:val="BodyTextL50"/>
        <w:rPr>
          <w:rStyle w:val="AnswerGray"/>
        </w:rPr>
      </w:pPr>
      <w:r w:rsidRPr="004E3F57">
        <w:rPr>
          <w:rStyle w:val="AnswerGray"/>
        </w:rPr>
        <w:t>Answer</w:t>
      </w:r>
      <w:r>
        <w:rPr>
          <w:rStyle w:val="AnswerGray"/>
        </w:rPr>
        <w:t>s</w:t>
      </w:r>
      <w:r w:rsidRPr="004E3F57">
        <w:rPr>
          <w:rStyle w:val="AnswerGray"/>
        </w:rPr>
        <w:t xml:space="preserve"> may vary. </w:t>
      </w:r>
      <w:r>
        <w:rPr>
          <w:rStyle w:val="AnswerGray"/>
        </w:rPr>
        <w:t>The example shows 4GB (above memory chart on right).</w:t>
      </w:r>
    </w:p>
    <w:p w14:paraId="53F61D79" w14:textId="77777777" w:rsidR="00BD29B7" w:rsidRPr="00FB7650" w:rsidRDefault="00BD29B7" w:rsidP="00EF12C0">
      <w:pPr>
        <w:pStyle w:val="BodyTextL50"/>
      </w:pPr>
      <w:r w:rsidRPr="00FB7650">
        <w:t xml:space="preserve">What is the </w:t>
      </w:r>
      <w:r>
        <w:t>a</w:t>
      </w:r>
      <w:r w:rsidRPr="00FB7650">
        <w:t xml:space="preserve">vailable </w:t>
      </w:r>
      <w:r>
        <w:t>p</w:t>
      </w:r>
      <w:r w:rsidRPr="00FB7650">
        <w:t xml:space="preserve">hysical </w:t>
      </w:r>
      <w:r>
        <w:t>m</w:t>
      </w:r>
      <w:r w:rsidRPr="00FB7650">
        <w:t>emory (MB)?</w:t>
      </w:r>
    </w:p>
    <w:p w14:paraId="23D58FF6" w14:textId="33423A8A" w:rsidR="00BD29B7" w:rsidRDefault="00EF12C0" w:rsidP="00EF12C0">
      <w:pPr>
        <w:pStyle w:val="AnswerLineL50"/>
      </w:pPr>
      <w:r>
        <w:t>Type your answers here.</w:t>
      </w:r>
    </w:p>
    <w:p w14:paraId="5300A483" w14:textId="77777777" w:rsidR="00BD29B7" w:rsidRPr="004E3F57" w:rsidRDefault="00BD29B7" w:rsidP="00BD29B7">
      <w:pPr>
        <w:pStyle w:val="BodyTextL50"/>
        <w:rPr>
          <w:rStyle w:val="AnswerGray"/>
        </w:rPr>
      </w:pPr>
      <w:r w:rsidRPr="004E3F57">
        <w:rPr>
          <w:rStyle w:val="AnswerGray"/>
        </w:rPr>
        <w:t>Answer</w:t>
      </w:r>
      <w:r>
        <w:rPr>
          <w:rStyle w:val="AnswerGray"/>
        </w:rPr>
        <w:t>s</w:t>
      </w:r>
      <w:r w:rsidRPr="004E3F57">
        <w:rPr>
          <w:rStyle w:val="AnswerGray"/>
        </w:rPr>
        <w:t xml:space="preserve"> may vary. </w:t>
      </w:r>
      <w:r>
        <w:rPr>
          <w:rStyle w:val="AnswerGray"/>
        </w:rPr>
        <w:t>The example displays 2.5 GB.</w:t>
      </w:r>
    </w:p>
    <w:p w14:paraId="5AB40EC1" w14:textId="77777777" w:rsidR="00BD29B7" w:rsidRPr="00FB7650" w:rsidRDefault="00BD29B7" w:rsidP="00EF12C0">
      <w:pPr>
        <w:pStyle w:val="BodyTextL50"/>
      </w:pPr>
      <w:r w:rsidRPr="00FB7650">
        <w:t xml:space="preserve">How much </w:t>
      </w:r>
      <w:r>
        <w:t>p</w:t>
      </w:r>
      <w:r w:rsidRPr="00FB7650">
        <w:t xml:space="preserve">hysical </w:t>
      </w:r>
      <w:r>
        <w:t>m</w:t>
      </w:r>
      <w:r w:rsidRPr="00FB7650">
        <w:t xml:space="preserve">emory (MB) is being used by the </w:t>
      </w:r>
      <w:r>
        <w:t>computer</w:t>
      </w:r>
      <w:r w:rsidRPr="00FB7650">
        <w:t>?</w:t>
      </w:r>
    </w:p>
    <w:p w14:paraId="48A6E1CC" w14:textId="7ED7238C" w:rsidR="00BD29B7" w:rsidRDefault="00EF12C0" w:rsidP="00EF12C0">
      <w:pPr>
        <w:pStyle w:val="AnswerLineL50"/>
      </w:pPr>
      <w:r>
        <w:t>Type your answers here.</w:t>
      </w:r>
    </w:p>
    <w:p w14:paraId="4531273A" w14:textId="77777777" w:rsidR="00BD29B7" w:rsidRDefault="00BD29B7" w:rsidP="00BD29B7">
      <w:pPr>
        <w:pStyle w:val="BodyTextL50"/>
        <w:rPr>
          <w:rStyle w:val="AnswerGray"/>
        </w:rPr>
      </w:pPr>
      <w:r>
        <w:rPr>
          <w:rStyle w:val="AnswerGray"/>
        </w:rPr>
        <w:t>Answers may vary. The example displays 1.4 GB.</w:t>
      </w:r>
    </w:p>
    <w:p w14:paraId="09BAA6ED" w14:textId="77777777" w:rsidR="00BD29B7" w:rsidRPr="00FB7650" w:rsidRDefault="00BD29B7" w:rsidP="00EF12C0">
      <w:pPr>
        <w:pStyle w:val="SubStepAlpha"/>
        <w:keepNext/>
      </w:pPr>
      <w:r w:rsidRPr="00FB7650">
        <w:lastRenderedPageBreak/>
        <w:t xml:space="preserve">Click the </w:t>
      </w:r>
      <w:r w:rsidRPr="007E70FC">
        <w:rPr>
          <w:b/>
        </w:rPr>
        <w:t>Ethernet Chart</w:t>
      </w:r>
      <w:r>
        <w:t xml:space="preserve"> in the left panel of the </w:t>
      </w:r>
      <w:r w:rsidRPr="00D0595D">
        <w:rPr>
          <w:b/>
        </w:rPr>
        <w:t>Performance</w:t>
      </w:r>
      <w:r>
        <w:t xml:space="preserve"> tab.</w:t>
      </w:r>
    </w:p>
    <w:p w14:paraId="58A2972E" w14:textId="77777777" w:rsidR="00BD29B7" w:rsidRPr="00FB7650" w:rsidRDefault="00BD29B7" w:rsidP="00BD29B7">
      <w:pPr>
        <w:pStyle w:val="Visual"/>
      </w:pPr>
      <w:r>
        <w:rPr>
          <w:noProof/>
        </w:rPr>
        <w:drawing>
          <wp:inline distT="0" distB="0" distL="0" distR="0" wp14:anchorId="6B9B95B9" wp14:editId="4ACBD457">
            <wp:extent cx="5486400" cy="3585210"/>
            <wp:effectExtent l="0" t="0" r="0" b="0"/>
            <wp:docPr id="43" name="Picture 43" descr="Screenshot of the Task Manager showing the&#10;results of selecting the Ethernet ch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3585210"/>
                    </a:xfrm>
                    <a:prstGeom prst="rect">
                      <a:avLst/>
                    </a:prstGeom>
                  </pic:spPr>
                </pic:pic>
              </a:graphicData>
            </a:graphic>
          </wp:inline>
        </w:drawing>
      </w:r>
    </w:p>
    <w:p w14:paraId="7A17B1F0" w14:textId="77777777" w:rsidR="00EF12C0" w:rsidRDefault="00EF12C0" w:rsidP="00615C28">
      <w:pPr>
        <w:pStyle w:val="Heading3"/>
      </w:pPr>
      <w:r>
        <w:t>Questions:</w:t>
      </w:r>
    </w:p>
    <w:p w14:paraId="708EABAE" w14:textId="2FF58C64" w:rsidR="00BD29B7" w:rsidRPr="00FB7650" w:rsidRDefault="00BD29B7" w:rsidP="00EF12C0">
      <w:pPr>
        <w:pStyle w:val="BodyTextL50"/>
        <w:spacing w:before="0"/>
      </w:pPr>
      <w:r w:rsidRPr="00FB7650">
        <w:t xml:space="preserve">What is the </w:t>
      </w:r>
      <w:r>
        <w:t>l</w:t>
      </w:r>
      <w:r w:rsidRPr="00FB7650">
        <w:t xml:space="preserve">ink </w:t>
      </w:r>
      <w:r>
        <w:t>s</w:t>
      </w:r>
      <w:r w:rsidRPr="00FB7650">
        <w:t>peed?</w:t>
      </w:r>
    </w:p>
    <w:p w14:paraId="2C5D2899" w14:textId="3825D2F5" w:rsidR="00BD29B7" w:rsidRDefault="00EF12C0" w:rsidP="00EF12C0">
      <w:pPr>
        <w:pStyle w:val="AnswerLineL50"/>
      </w:pPr>
      <w:r>
        <w:t>Type your answers here.</w:t>
      </w:r>
    </w:p>
    <w:p w14:paraId="0CEB4F20" w14:textId="77777777" w:rsidR="00BD29B7" w:rsidRDefault="00BD29B7" w:rsidP="00BD29B7">
      <w:pPr>
        <w:pStyle w:val="BodyTextL50"/>
        <w:rPr>
          <w:rStyle w:val="AnswerGray"/>
        </w:rPr>
      </w:pPr>
      <w:r>
        <w:rPr>
          <w:rStyle w:val="AnswerGray"/>
        </w:rPr>
        <w:t xml:space="preserve">Answers may vary. The example shows that it is </w:t>
      </w:r>
      <w:proofErr w:type="gramStart"/>
      <w:r>
        <w:rPr>
          <w:rStyle w:val="AnswerGray"/>
        </w:rPr>
        <w:t>a</w:t>
      </w:r>
      <w:proofErr w:type="gramEnd"/>
      <w:r>
        <w:rPr>
          <w:rStyle w:val="AnswerGray"/>
        </w:rPr>
        <w:t xml:space="preserve"> Ethernet Connection.</w:t>
      </w:r>
    </w:p>
    <w:p w14:paraId="3A47346D" w14:textId="77777777" w:rsidR="00BD29B7" w:rsidRPr="00FB7650" w:rsidRDefault="00BD29B7" w:rsidP="00EF12C0">
      <w:pPr>
        <w:pStyle w:val="BodyTextL50"/>
        <w:spacing w:before="0"/>
      </w:pPr>
      <w:r w:rsidRPr="00FB7650">
        <w:t>What</w:t>
      </w:r>
      <w:r>
        <w:t xml:space="preserve"> is the IPv4 address of the PC</w:t>
      </w:r>
      <w:r w:rsidRPr="00FB7650">
        <w:t>?</w:t>
      </w:r>
    </w:p>
    <w:p w14:paraId="58B2FD1B" w14:textId="55A4DE4C" w:rsidR="00BD29B7" w:rsidRDefault="00EF12C0" w:rsidP="00EF12C0">
      <w:pPr>
        <w:pStyle w:val="AnswerLineL50"/>
      </w:pPr>
      <w:r>
        <w:t>Type your answers here.</w:t>
      </w:r>
    </w:p>
    <w:p w14:paraId="65A4E7E5" w14:textId="77777777" w:rsidR="00BD29B7" w:rsidRDefault="00BD29B7" w:rsidP="00BD29B7">
      <w:pPr>
        <w:pStyle w:val="BodyTextL50"/>
        <w:rPr>
          <w:rStyle w:val="AnswerGray"/>
        </w:rPr>
      </w:pPr>
      <w:r>
        <w:rPr>
          <w:rStyle w:val="AnswerGray"/>
        </w:rPr>
        <w:t>Answers may vary. The example shows 192.168.1.15.</w:t>
      </w:r>
    </w:p>
    <w:p w14:paraId="02613C66" w14:textId="77777777" w:rsidR="00BD29B7" w:rsidRDefault="00BD29B7" w:rsidP="00EF12C0">
      <w:pPr>
        <w:pStyle w:val="SubStepAlpha"/>
        <w:keepNext/>
        <w:rPr>
          <w:rStyle w:val="PageNumber"/>
        </w:rPr>
      </w:pPr>
      <w:r>
        <w:rPr>
          <w:rStyle w:val="PageNumber"/>
        </w:rPr>
        <w:lastRenderedPageBreak/>
        <w:t xml:space="preserve">Click </w:t>
      </w:r>
      <w:r w:rsidRPr="00AC6A33">
        <w:rPr>
          <w:rStyle w:val="PageNumber"/>
          <w:b/>
        </w:rPr>
        <w:t>Open Resource Monitor</w:t>
      </w:r>
      <w:r>
        <w:rPr>
          <w:rStyle w:val="PageNumber"/>
          <w:b/>
        </w:rPr>
        <w:t xml:space="preserve"> </w:t>
      </w:r>
      <w:r>
        <w:rPr>
          <w:rStyle w:val="PageNumber"/>
        </w:rPr>
        <w:t>to open the Resource Monitor utility from the Performance tab in Task Manager.</w:t>
      </w:r>
    </w:p>
    <w:p w14:paraId="6756C05C" w14:textId="77777777" w:rsidR="00BD29B7" w:rsidRPr="00AC6A33" w:rsidRDefault="00BD29B7" w:rsidP="00BD29B7">
      <w:pPr>
        <w:pStyle w:val="Visual"/>
        <w:rPr>
          <w:rStyle w:val="PageNumber"/>
        </w:rPr>
      </w:pPr>
      <w:r>
        <w:rPr>
          <w:noProof/>
        </w:rPr>
        <w:drawing>
          <wp:inline distT="0" distB="0" distL="0" distR="0" wp14:anchorId="089DEA72" wp14:editId="2D37CCEA">
            <wp:extent cx="5486400" cy="4816384"/>
            <wp:effectExtent l="0" t="0" r="0" b="3810"/>
            <wp:docPr id="44" name="Picture 44" descr="Screenshot showing the Resource Monitor opened from the performance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86400" cy="4816384"/>
                    </a:xfrm>
                    <a:prstGeom prst="rect">
                      <a:avLst/>
                    </a:prstGeom>
                  </pic:spPr>
                </pic:pic>
              </a:graphicData>
            </a:graphic>
          </wp:inline>
        </w:drawing>
      </w:r>
    </w:p>
    <w:p w14:paraId="061E892E" w14:textId="68EE1556" w:rsidR="00BD29B7" w:rsidRDefault="00BD29B7" w:rsidP="00BD29B7">
      <w:pPr>
        <w:pStyle w:val="Heading1"/>
        <w:numPr>
          <w:ilvl w:val="0"/>
          <w:numId w:val="3"/>
        </w:numPr>
      </w:pPr>
      <w:r>
        <w:t>Reflection</w:t>
      </w:r>
      <w:r w:rsidR="00C62B12">
        <w:t xml:space="preserve"> Question</w:t>
      </w:r>
    </w:p>
    <w:p w14:paraId="5C816893" w14:textId="77777777" w:rsidR="00BD29B7" w:rsidRDefault="00BD29B7" w:rsidP="00BD29B7">
      <w:pPr>
        <w:pStyle w:val="BodyTextL25"/>
      </w:pPr>
      <w:r>
        <w:t>Why is it important for an administrator to understand how to work within the Task Manager?</w:t>
      </w:r>
    </w:p>
    <w:p w14:paraId="5FF272D7" w14:textId="474716E1" w:rsidR="00BD29B7" w:rsidRDefault="00C62B12" w:rsidP="00EF12C0">
      <w:pPr>
        <w:pStyle w:val="AnswerLineL25"/>
        <w:spacing w:after="1200"/>
      </w:pPr>
      <w:r>
        <w:t>Type your answers here.</w:t>
      </w:r>
    </w:p>
    <w:p w14:paraId="732C9E1C" w14:textId="77777777" w:rsidR="00BD29B7" w:rsidRPr="008050CE" w:rsidRDefault="00BD29B7" w:rsidP="00BD29B7">
      <w:pPr>
        <w:pStyle w:val="BodyTextL25"/>
        <w:rPr>
          <w:rStyle w:val="AnswerGray"/>
        </w:rPr>
      </w:pPr>
      <w:r>
        <w:rPr>
          <w:rStyle w:val="AnswerGray"/>
        </w:rPr>
        <w:t>Answers may vary. The Task Manager can be a valuable tool for an administrator when troubleshooting problems with a Windows PC. It provides information about CPU, memory, disk, and network usage. It also provides a way to end tasks or cancel processes.</w:t>
      </w:r>
    </w:p>
    <w:p w14:paraId="7BFBA30F" w14:textId="569034D2" w:rsidR="00C162C0" w:rsidRPr="00C62B12" w:rsidRDefault="00C62B12" w:rsidP="00C62B12">
      <w:pPr>
        <w:pStyle w:val="ConfigWindow"/>
        <w:rPr>
          <w:rStyle w:val="DevConfigGray"/>
          <w:rFonts w:ascii="Arial" w:hAnsi="Arial"/>
          <w:b w:val="0"/>
          <w:color w:val="FFFFFF" w:themeColor="background1"/>
          <w:sz w:val="6"/>
          <w:shd w:val="clear" w:color="auto" w:fill="auto"/>
        </w:rPr>
      </w:pPr>
      <w:r w:rsidRPr="00C62B12">
        <w:rPr>
          <w:rStyle w:val="DevConfigGray"/>
          <w:rFonts w:ascii="Arial" w:hAnsi="Arial"/>
          <w:b w:val="0"/>
          <w:color w:val="FFFFFF" w:themeColor="background1"/>
          <w:sz w:val="6"/>
          <w:shd w:val="clear" w:color="auto" w:fill="auto"/>
        </w:rPr>
        <w:t>End of document</w:t>
      </w:r>
    </w:p>
    <w:sectPr w:rsidR="00C162C0" w:rsidRPr="00C62B12" w:rsidSect="009C3182">
      <w:headerReference w:type="default" r:id="rId15"/>
      <w:footerReference w:type="default" r:id="rId16"/>
      <w:headerReference w:type="first" r:id="rId17"/>
      <w:footerReference w:type="first" r:id="rId18"/>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7FB09B" w14:textId="77777777" w:rsidR="006B7F94" w:rsidRDefault="006B7F94" w:rsidP="00710659">
      <w:pPr>
        <w:spacing w:after="0" w:line="240" w:lineRule="auto"/>
      </w:pPr>
      <w:r>
        <w:separator/>
      </w:r>
    </w:p>
    <w:p w14:paraId="17A6FEC1" w14:textId="77777777" w:rsidR="006B7F94" w:rsidRDefault="006B7F94"/>
  </w:endnote>
  <w:endnote w:type="continuationSeparator" w:id="0">
    <w:p w14:paraId="08931496" w14:textId="77777777" w:rsidR="006B7F94" w:rsidRDefault="006B7F94" w:rsidP="00710659">
      <w:pPr>
        <w:spacing w:after="0" w:line="240" w:lineRule="auto"/>
      </w:pPr>
      <w:r>
        <w:continuationSeparator/>
      </w:r>
    </w:p>
    <w:p w14:paraId="0D8971D2" w14:textId="77777777" w:rsidR="006B7F94" w:rsidRDefault="006B7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AD633" w14:textId="5536BA13"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62B12">
          <w:t>2015</w:t>
        </w:r>
      </w:sdtContent>
    </w:sdt>
    <w:r>
      <w:t xml:space="preserve"> - </w:t>
    </w:r>
    <w:r>
      <w:fldChar w:fldCharType="begin"/>
    </w:r>
    <w:r>
      <w:instrText xml:space="preserve"> SAVEDATE  \@ "yyyy"  \* MERGEFORMAT </w:instrText>
    </w:r>
    <w:r>
      <w:fldChar w:fldCharType="separate"/>
    </w:r>
    <w:r w:rsidR="0002286A">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DCAF5" w14:textId="037F5206" w:rsidR="004E06AB" w:rsidRPr="00851346" w:rsidRDefault="00882B63" w:rsidP="00851346">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62B12">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2286A">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2798A" w14:textId="77777777" w:rsidR="006B7F94" w:rsidRDefault="006B7F94" w:rsidP="00710659">
      <w:pPr>
        <w:spacing w:after="0" w:line="240" w:lineRule="auto"/>
      </w:pPr>
      <w:r>
        <w:separator/>
      </w:r>
    </w:p>
    <w:p w14:paraId="7B2D5F99" w14:textId="77777777" w:rsidR="006B7F94" w:rsidRDefault="006B7F94"/>
  </w:footnote>
  <w:footnote w:type="continuationSeparator" w:id="0">
    <w:p w14:paraId="60C45C63" w14:textId="77777777" w:rsidR="006B7F94" w:rsidRDefault="006B7F94" w:rsidP="00710659">
      <w:pPr>
        <w:spacing w:after="0" w:line="240" w:lineRule="auto"/>
      </w:pPr>
      <w:r>
        <w:continuationSeparator/>
      </w:r>
    </w:p>
    <w:p w14:paraId="681924B8" w14:textId="77777777" w:rsidR="006B7F94" w:rsidRDefault="006B7F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78E32F843D3F456781AE71EABCE7D5E0"/>
      </w:placeholder>
      <w:dataBinding w:prefixMappings="xmlns:ns0='http://purl.org/dc/elements/1.1/' xmlns:ns1='http://schemas.openxmlformats.org/package/2006/metadata/core-properties' " w:xpath="/ns1:coreProperties[1]/ns0:title[1]" w:storeItemID="{6C3C8BC8-F283-45AE-878A-BAB7291924A1}"/>
      <w:text/>
    </w:sdtPr>
    <w:sdtEndPr/>
    <w:sdtContent>
      <w:p w14:paraId="2566AE99" w14:textId="77777777" w:rsidR="00926CB2" w:rsidRDefault="00BD29B7" w:rsidP="008402F2">
        <w:pPr>
          <w:pStyle w:val="PageHead"/>
        </w:pPr>
        <w:r>
          <w:t>Lab - Windows Task Manager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A6726" w14:textId="77777777" w:rsidR="00926CB2" w:rsidRDefault="00882B63" w:rsidP="006C3FCF">
    <w:pPr>
      <w:ind w:left="-288"/>
    </w:pPr>
    <w:r>
      <w:rPr>
        <w:noProof/>
      </w:rPr>
      <w:drawing>
        <wp:inline distT="0" distB="0" distL="0" distR="0" wp14:anchorId="1984DC91" wp14:editId="190E559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6A6C9D"/>
    <w:multiLevelType w:val="multilevel"/>
    <w:tmpl w:val="A8C29972"/>
    <w:lvl w:ilvl="0">
      <w:start w:val="1"/>
      <w:numFmt w:val="decimal"/>
      <w:suff w:val="space"/>
      <w:lvlText w:val="Part %1:"/>
      <w:lvlJc w:val="left"/>
      <w:pPr>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65CD2B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440"/>
        </w:tabs>
        <w:ind w:left="14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num>
  <w:num w:numId="11">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B7"/>
    <w:rsid w:val="00001BDF"/>
    <w:rsid w:val="0000380F"/>
    <w:rsid w:val="00004175"/>
    <w:rsid w:val="000059C9"/>
    <w:rsid w:val="00012C22"/>
    <w:rsid w:val="000160F7"/>
    <w:rsid w:val="00016D5B"/>
    <w:rsid w:val="00016F30"/>
    <w:rsid w:val="0002047C"/>
    <w:rsid w:val="00021B9A"/>
    <w:rsid w:val="0002286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02E7"/>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BEB"/>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06A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1491"/>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5C28"/>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7F94"/>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286"/>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1346"/>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13D6"/>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4A33"/>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2F43"/>
    <w:rsid w:val="00BC7423"/>
    <w:rsid w:val="00BC7CAC"/>
    <w:rsid w:val="00BD29B7"/>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29D4"/>
    <w:rsid w:val="00C44DB7"/>
    <w:rsid w:val="00C4510A"/>
    <w:rsid w:val="00C47F2E"/>
    <w:rsid w:val="00C52BA6"/>
    <w:rsid w:val="00C57A1A"/>
    <w:rsid w:val="00C60BBD"/>
    <w:rsid w:val="00C6258F"/>
    <w:rsid w:val="00C62B12"/>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55A0"/>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0E38"/>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0DFC"/>
    <w:rsid w:val="00EF12C0"/>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475DF"/>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58B"/>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9E52A"/>
  <w15:docId w15:val="{AE2A3714-406D-4562-9D48-3D2C00312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02286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02286A"/>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02286A"/>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BC2F43"/>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270BE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70BEB"/>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70BEB"/>
    <w:pPr>
      <w:spacing w:before="0" w:after="0"/>
    </w:pPr>
    <w:rPr>
      <w:i/>
      <w:color w:val="FFFFFF" w:themeColor="background1"/>
      <w:sz w:val="6"/>
    </w:rPr>
  </w:style>
  <w:style w:type="paragraph" w:customStyle="1" w:styleId="SubStepAlpha">
    <w:name w:val="SubStep Alpha"/>
    <w:basedOn w:val="BodyTextL25"/>
    <w:qFormat/>
    <w:rsid w:val="0002286A"/>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02286A"/>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02286A"/>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70BE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BC2F43"/>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PageNumber">
    <w:name w:val="page number"/>
    <w:basedOn w:val="DefaultParagraphFont"/>
    <w:rsid w:val="00BD2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8E32F843D3F456781AE71EABCE7D5E0"/>
        <w:category>
          <w:name w:val="General"/>
          <w:gallery w:val="placeholder"/>
        </w:category>
        <w:types>
          <w:type w:val="bbPlcHdr"/>
        </w:types>
        <w:behaviors>
          <w:behavior w:val="content"/>
        </w:behaviors>
        <w:guid w:val="{709E0C2F-53C1-49A7-A4A6-05F8BE1C4DE1}"/>
      </w:docPartPr>
      <w:docPartBody>
        <w:p w:rsidR="001B60B0" w:rsidRDefault="008F2A33">
          <w:pPr>
            <w:pStyle w:val="78E32F843D3F456781AE71EABCE7D5E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A33"/>
    <w:rsid w:val="001B60B0"/>
    <w:rsid w:val="008F2A33"/>
    <w:rsid w:val="00985D04"/>
    <w:rsid w:val="00DF735D"/>
    <w:rsid w:val="00F13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8E32F843D3F456781AE71EABCE7D5E0">
    <w:name w:val="78E32F843D3F456781AE71EABCE7D5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EBC3E-BCFE-4685-B9DC-110CC5915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131</TotalTime>
  <Pages>8</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Lab - Windows Task Manager</vt:lpstr>
    </vt:vector>
  </TitlesOfParts>
  <Company>Cisco Systems, Inc.</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Windows Task Manager</dc:title>
  <dc:creator>SP</dc:creator>
  <dc:description>2015</dc:description>
  <cp:lastModifiedBy>Suk-Yi Pennock -X (spennock - UNICON INC at Cisco)</cp:lastModifiedBy>
  <cp:revision>6</cp:revision>
  <cp:lastPrinted>2020-05-26T21:42:00Z</cp:lastPrinted>
  <dcterms:created xsi:type="dcterms:W3CDTF">2020-05-11T10:53:00Z</dcterms:created>
  <dcterms:modified xsi:type="dcterms:W3CDTF">2020-07-16T00:36:00Z</dcterms:modified>
</cp:coreProperties>
</file>